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5CFC6D40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6704" behindDoc="0" locked="0" layoutInCell="1" allowOverlap="1" wp14:anchorId="2A96587C" wp14:editId="1FC22352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4656" behindDoc="0" locked="0" layoutInCell="1" allowOverlap="1" wp14:anchorId="3444C2EB" wp14:editId="75D1B44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7A2150">
        <w:rPr>
          <w:rFonts w:ascii="Segoe Print" w:hAnsi="Segoe Print"/>
          <w:b/>
          <w:sz w:val="24"/>
        </w:rPr>
        <w:t>18.</w:t>
      </w:r>
      <w:r w:rsidR="00C766C9"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174105DF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ED3DAA" w:rsidRPr="00B90872" w14:paraId="1F0DD5D9" w14:textId="77777777" w:rsidTr="00E95687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094D08F0" w14:textId="007AD52C" w:rsidR="00ED3DAA" w:rsidRPr="00C766C9" w:rsidRDefault="00F54E80" w:rsidP="001F4226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C766C9">
              <w:rPr>
                <w:rFonts w:ascii="Century Gothic" w:hAnsi="Century Gothic" w:cs="Tahoma"/>
              </w:rPr>
              <w:t>If 8 drinks cost £20, how much do 3 drinks cost?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D3DAA" w:rsidRPr="00C766C9" w:rsidRDefault="00ED3DAA" w:rsidP="001F422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766C9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94DF71C" w14:textId="6B3E9B9D" w:rsidR="00ED3DAA" w:rsidRPr="00C766C9" w:rsidRDefault="0088307B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C766C9">
              <w:rPr>
                <w:rFonts w:ascii="Century Gothic" w:hAnsi="Century Gothic" w:cs="Tahom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52800" behindDoc="1" locked="0" layoutInCell="1" allowOverlap="1" wp14:anchorId="1E25752D" wp14:editId="08FD6661">
                      <wp:simplePos x="0" y="0"/>
                      <wp:positionH relativeFrom="column">
                        <wp:posOffset>1934453</wp:posOffset>
                      </wp:positionH>
                      <wp:positionV relativeFrom="paragraph">
                        <wp:posOffset>36492</wp:posOffset>
                      </wp:positionV>
                      <wp:extent cx="851025" cy="733642"/>
                      <wp:effectExtent l="12700" t="12700" r="12700" b="28575"/>
                      <wp:wrapTight wrapText="bothSides">
                        <wp:wrapPolygon edited="0">
                          <wp:start x="9672" y="-374"/>
                          <wp:lineTo x="-322" y="18701"/>
                          <wp:lineTo x="-322" y="22068"/>
                          <wp:lineTo x="21600" y="22068"/>
                          <wp:lineTo x="21600" y="20571"/>
                          <wp:lineTo x="20633" y="17579"/>
                          <wp:lineTo x="11606" y="-374"/>
                          <wp:lineTo x="9672" y="-374"/>
                        </wp:wrapPolygon>
                      </wp:wrapTight>
                      <wp:docPr id="5" name="Group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1025" cy="733642"/>
                                <a:chOff x="0" y="0"/>
                                <a:chExt cx="851025" cy="733642"/>
                              </a:xfrm>
                            </wpg:grpSpPr>
                            <wpg:grpSp>
                              <wpg:cNvPr id="34" name="Group 34"/>
                              <wpg:cNvGrpSpPr/>
                              <wpg:grpSpPr>
                                <a:xfrm>
                                  <a:off x="0" y="0"/>
                                  <a:ext cx="851025" cy="733642"/>
                                  <a:chOff x="0" y="0"/>
                                  <a:chExt cx="851025" cy="733642"/>
                                </a:xfrm>
                              </wpg:grpSpPr>
                              <wps:wsp>
                                <wps:cNvPr id="30" name="Triangle 30"/>
                                <wps:cNvSpPr/>
                                <wps:spPr>
                                  <a:xfrm>
                                    <a:off x="0" y="0"/>
                                    <a:ext cx="851025" cy="733642"/>
                                  </a:xfrm>
                                  <a:prstGeom prst="triangle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Straight Connector 31"/>
                                <wps:cNvCnPr/>
                                <wps:spPr>
                                  <a:xfrm>
                                    <a:off x="217283" y="362138"/>
                                    <a:ext cx="416459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2" name="Straight Connector 32"/>
                                <wps:cNvCnPr/>
                                <wps:spPr>
                                  <a:xfrm>
                                    <a:off x="416459" y="362138"/>
                                    <a:ext cx="0" cy="37128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5" name="Text Box 35"/>
                              <wps:cNvSpPr txBox="1"/>
                              <wps:spPr>
                                <a:xfrm>
                                  <a:off x="104995" y="358492"/>
                                  <a:ext cx="307757" cy="3440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8460921" w14:textId="77777777" w:rsidR="0088307B" w:rsidRPr="00A9257B" w:rsidRDefault="0088307B" w:rsidP="0088307B">
                                    <w:pPr>
                                      <w:rPr>
                                        <w:sz w:val="40"/>
                                      </w:rPr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25752D" id="Group 5" o:spid="_x0000_s1026" style="position:absolute;margin-left:152.3pt;margin-top:2.85pt;width:67pt;height:57.75pt;z-index:-251463680" coordsize="8510,733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">
                      <v:group id="Group 34" o:spid="_x0000_s1027" style="position:absolute;width:8510;height:7336" coordsize="8510,73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Triangle 30" o:spid="_x0000_s1028" type="#_x0000_t5" style="position:absolute;width:8510;height:73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" filled="f" strokecolor="#243f60 [1604]" strokeweight="2pt"/>
                        <v:line id="Straight Connector 31" o:spid="_x0000_s1029" style="position:absolute;visibility:visible;mso-wrap-style:square" from="2172,3621" to="6337,362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" strokecolor="#4579b8 [3044]"/>
                        <v:line id="Straight Connector 32" o:spid="_x0000_s1030" style="position:absolute;visibility:visible;mso-wrap-style:square" from="4164,3621" to="4164,733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" strokecolor="#4579b8 [3044]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5" o:spid="_x0000_s1031" type="#_x0000_t202" style="position:absolute;left:1049;top:3584;width:3078;height:344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" filled="f" stroked="f" strokeweight=".5pt">
                        <v:textbox>
                          <w:txbxContent>
                            <w:p w14:paraId="28460921" w14:textId="77777777" w:rsidR="0088307B" w:rsidRPr="00A9257B" w:rsidRDefault="0088307B" w:rsidP="0088307B">
                              <w:pPr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832F06" w:rsidRPr="00C766C9">
              <w:rPr>
                <w:rFonts w:ascii="Century Gothic" w:hAnsi="Century Gothic" w:cs="Tahoma"/>
              </w:rPr>
              <w:t>An object has a density of 10g/cm</w:t>
            </w:r>
            <w:r w:rsidR="00832F06" w:rsidRPr="00C766C9">
              <w:rPr>
                <w:rFonts w:ascii="Century Gothic" w:hAnsi="Century Gothic" w:cs="Tahoma"/>
                <w:vertAlign w:val="superscript"/>
              </w:rPr>
              <w:t>3</w:t>
            </w:r>
            <w:r w:rsidR="00832F06" w:rsidRPr="00C766C9">
              <w:rPr>
                <w:rFonts w:ascii="Century Gothic" w:hAnsi="Century Gothic" w:cs="Tahoma"/>
              </w:rPr>
              <w:t xml:space="preserve"> and a volume of 15cm</w:t>
            </w:r>
            <w:r w:rsidR="00832F06" w:rsidRPr="00C766C9">
              <w:rPr>
                <w:rFonts w:ascii="Century Gothic" w:hAnsi="Century Gothic" w:cs="Tahoma"/>
                <w:vertAlign w:val="superscript"/>
              </w:rPr>
              <w:t>3</w:t>
            </w:r>
            <w:r w:rsidR="00832F06" w:rsidRPr="00C766C9">
              <w:rPr>
                <w:rFonts w:ascii="Century Gothic" w:hAnsi="Century Gothic" w:cs="Tahoma"/>
              </w:rPr>
              <w:t>.  What is its mass?</w:t>
            </w:r>
          </w:p>
        </w:tc>
      </w:tr>
      <w:tr w:rsidR="00ED3DAA" w:rsidRPr="00B90872" w14:paraId="2FAB904D" w14:textId="77777777" w:rsidTr="003746A9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3845EB95" w14:textId="7C057EAA" w:rsidR="00ED3DAA" w:rsidRPr="00C766C9" w:rsidRDefault="00C766C9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C766C9">
              <w:rPr>
                <w:rFonts w:ascii="Century Gothic" w:hAnsi="Century Gothic" w:cs="Tahoma"/>
              </w:rPr>
              <w:t xml:space="preserve">The probability of a girl being selecting is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3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10</m:t>
                  </m:r>
                </m:den>
              </m:f>
              <m:r>
                <w:rPr>
                  <w:rFonts w:ascii="Cambria Math" w:hAnsi="Cambria Math" w:cs="Tahoma"/>
                </w:rPr>
                <m:t xml:space="preserve">. </m:t>
              </m:r>
            </m:oMath>
            <w:r w:rsidRPr="00C766C9">
              <w:rPr>
                <w:rFonts w:ascii="Century Gothic" w:eastAsiaTheme="minorEastAsia" w:hAnsi="Century Gothic" w:cs="Tahoma"/>
              </w:rPr>
              <w:t>What is the probability of a boy being selected?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D3DAA" w:rsidRPr="00C766C9" w:rsidRDefault="00ED3DAA" w:rsidP="001F422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766C9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5D054A82" w:rsidR="00ED3DAA" w:rsidRPr="00C766C9" w:rsidRDefault="00ED3DAA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C766C9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0F5E7A" w:rsidRPr="00C766C9"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C766C9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4FEF7014" w14:textId="658505C8" w:rsidR="00ED3DAA" w:rsidRPr="00C766C9" w:rsidRDefault="005E1C34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C766C9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3B3BAB4A" wp14:editId="0FE20A6C">
                  <wp:extent cx="868734" cy="1047932"/>
                  <wp:effectExtent l="0" t="0" r="0" b="635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929" cy="1050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DAA" w:rsidRPr="00B90872" w14:paraId="44B9DE2A" w14:textId="77777777" w:rsidTr="0070395D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13549964" w14:textId="5A6F5F1A" w:rsidR="00ED3DAA" w:rsidRPr="00C766C9" w:rsidRDefault="00190C0B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C766C9">
              <w:rPr>
                <w:rFonts w:ascii="Century Gothic" w:eastAsiaTheme="minorEastAsia" w:hAnsi="Century Gothic" w:cs="Tahoma"/>
                <w:noProof/>
              </w:rPr>
              <w:t>Measure the bearing of B from A</w:t>
            </w:r>
            <w:r w:rsidRPr="00C766C9">
              <w:rPr>
                <w:rFonts w:ascii="Century Gothic" w:hAnsi="Century Gothic" w:cs="Tahoma"/>
              </w:rPr>
              <w:t xml:space="preserve"> </w:t>
            </w:r>
          </w:p>
          <w:p w14:paraId="2F8D3BBD" w14:textId="515CCA7E" w:rsidR="00ED3DAA" w:rsidRPr="00C766C9" w:rsidRDefault="00ED3DAA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p w14:paraId="014AE195" w14:textId="4BE4B8E0" w:rsidR="00ED3DAA" w:rsidRPr="00C766C9" w:rsidRDefault="00ED3DAA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49831498" w14:textId="3466C72F" w:rsidR="00ED3DAA" w:rsidRPr="00C766C9" w:rsidRDefault="00C766C9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C766C9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4C4D0A81" wp14:editId="5F29E2BE">
                      <wp:simplePos x="0" y="0"/>
                      <wp:positionH relativeFrom="column">
                        <wp:posOffset>294005</wp:posOffset>
                      </wp:positionH>
                      <wp:positionV relativeFrom="paragraph">
                        <wp:posOffset>516890</wp:posOffset>
                      </wp:positionV>
                      <wp:extent cx="0" cy="746125"/>
                      <wp:effectExtent l="95250" t="38100" r="57150" b="15875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746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8EA946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23.15pt;margin-top:40.7pt;width:0;height:58.75pt;flip:y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" strokecolor="#4579b8 [3044]">
                      <v:stroke endarrow="open"/>
                    </v:shape>
                  </w:pict>
                </mc:Fallback>
              </mc:AlternateContent>
            </w:r>
            <w:r w:rsidRPr="00C766C9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7A94262E" wp14:editId="6E8E2B8E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1199515</wp:posOffset>
                      </wp:positionV>
                      <wp:extent cx="46990" cy="46990"/>
                      <wp:effectExtent l="12700" t="12700" r="16510" b="1651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0" cy="469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17D6B3A" id="Oval 6" o:spid="_x0000_s1026" style="position:absolute;margin-left:21.6pt;margin-top:94.45pt;width:3.7pt;height:3.7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" fillcolor="#4f81bd [3204]" strokecolor="#243f60 [1604]" strokeweight="2pt"/>
                  </w:pict>
                </mc:Fallback>
              </mc:AlternateContent>
            </w:r>
            <w:r w:rsidRPr="00C766C9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152444A2" wp14:editId="1412245D">
                      <wp:simplePos x="0" y="0"/>
                      <wp:positionH relativeFrom="column">
                        <wp:posOffset>149211</wp:posOffset>
                      </wp:positionH>
                      <wp:positionV relativeFrom="paragraph">
                        <wp:posOffset>1201677</wp:posOffset>
                      </wp:positionV>
                      <wp:extent cx="483870" cy="498475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3870" cy="498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E710F9" w14:textId="77777777" w:rsidR="005A5B01" w:rsidRDefault="005A5B01" w:rsidP="005A5B01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2444A2" id="Text Box 2" o:spid="_x0000_s1032" type="#_x0000_t202" style="position:absolute;margin-left:11.75pt;margin-top:94.6pt;width:38.1pt;height:39.2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" filled="f" stroked="f" strokeweight=".5pt">
                      <v:textbox>
                        <w:txbxContent>
                          <w:p w14:paraId="54E710F9" w14:textId="77777777" w:rsidR="005A5B01" w:rsidRDefault="005A5B01" w:rsidP="005A5B01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766C9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5EEEFDC0" wp14:editId="78C8BE0C">
                      <wp:simplePos x="0" y="0"/>
                      <wp:positionH relativeFrom="column">
                        <wp:posOffset>1851025</wp:posOffset>
                      </wp:positionH>
                      <wp:positionV relativeFrom="paragraph">
                        <wp:posOffset>146685</wp:posOffset>
                      </wp:positionV>
                      <wp:extent cx="46990" cy="46990"/>
                      <wp:effectExtent l="12700" t="12700" r="16510" b="1651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0" cy="469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47B277" id="Oval 7" o:spid="_x0000_s1026" style="position:absolute;margin-left:145.75pt;margin-top:11.55pt;width:3.7pt;height:3.7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" fillcolor="#4f81bd [3204]" strokecolor="#243f60 [1604]" strokeweight="2pt"/>
                  </w:pict>
                </mc:Fallback>
              </mc:AlternateContent>
            </w:r>
            <w:r w:rsidRPr="00C766C9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0EF2EDF8" wp14:editId="14FAE8FC">
                      <wp:simplePos x="0" y="0"/>
                      <wp:positionH relativeFrom="column">
                        <wp:posOffset>1740683</wp:posOffset>
                      </wp:positionH>
                      <wp:positionV relativeFrom="paragraph">
                        <wp:posOffset>124527</wp:posOffset>
                      </wp:positionV>
                      <wp:extent cx="483870" cy="498475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3870" cy="498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830277" w14:textId="77777777" w:rsidR="005A5B01" w:rsidRDefault="005A5B01" w:rsidP="005A5B01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F2EDF8" id="Text Box 3" o:spid="_x0000_s1033" type="#_x0000_t202" style="position:absolute;margin-left:137.05pt;margin-top:9.8pt;width:38.1pt;height:39.2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" filled="f" stroked="f" strokeweight=".5pt">
                      <v:textbox>
                        <w:txbxContent>
                          <w:p w14:paraId="3F830277" w14:textId="77777777" w:rsidR="005A5B01" w:rsidRDefault="005A5B01" w:rsidP="005A5B01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D3DAA" w:rsidRPr="00C766C9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816960" behindDoc="0" locked="0" layoutInCell="1" allowOverlap="1" wp14:anchorId="1B6D59DE" wp14:editId="0C635D3D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B3B872E" w14:textId="348AF170" w:rsidR="00C766C9" w:rsidRDefault="00C766C9" w:rsidP="00C766C9">
      <w:pPr>
        <w:spacing w:after="120"/>
        <w:ind w:firstLine="720"/>
        <w:rPr>
          <w:rFonts w:ascii="Kristen ITC" w:hAnsi="Kristen ITC"/>
          <w:b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55872" behindDoc="0" locked="0" layoutInCell="1" allowOverlap="1" wp14:anchorId="1079B8B8" wp14:editId="1135999E">
            <wp:simplePos x="0" y="0"/>
            <wp:positionH relativeFrom="column">
              <wp:posOffset>-203200</wp:posOffset>
            </wp:positionH>
            <wp:positionV relativeFrom="paragraph">
              <wp:posOffset>68029</wp:posOffset>
            </wp:positionV>
            <wp:extent cx="827405" cy="568325"/>
            <wp:effectExtent l="53340" t="0" r="0" b="0"/>
            <wp:wrapNone/>
            <wp:docPr id="175" name="Picture 17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54848" behindDoc="0" locked="0" layoutInCell="1" allowOverlap="1" wp14:anchorId="0AA9FD62" wp14:editId="366A4CC1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76" name="Picture 17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p w14:paraId="18EE74D8" w14:textId="680B795B" w:rsidR="00C766C9" w:rsidRDefault="00C766C9" w:rsidP="00C766C9">
      <w:pPr>
        <w:spacing w:after="120"/>
        <w:ind w:firstLine="720"/>
        <w:rPr>
          <w:rFonts w:ascii="Segoe Print" w:hAnsi="Segoe Print"/>
          <w:b/>
          <w:sz w:val="24"/>
        </w:rPr>
      </w:pP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18.2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0F053B91" w14:textId="77777777" w:rsidR="00C766C9" w:rsidRDefault="00C766C9" w:rsidP="00C766C9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C766C9" w:rsidRPr="00B90872" w14:paraId="6B3E382D" w14:textId="77777777" w:rsidTr="00EA5960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56CAECE3" w14:textId="77777777" w:rsidR="00C766C9" w:rsidRPr="00B90872" w:rsidRDefault="00C766C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41EE97AE" w14:textId="77777777" w:rsidR="00C766C9" w:rsidRPr="00C766C9" w:rsidRDefault="00C766C9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C766C9">
              <w:rPr>
                <w:rFonts w:ascii="Century Gothic" w:hAnsi="Century Gothic" w:cs="Tahoma"/>
              </w:rPr>
              <w:t>If 8 drinks cost £20, how much do 3 drinks cost?</w:t>
            </w:r>
          </w:p>
        </w:tc>
        <w:tc>
          <w:tcPr>
            <w:tcW w:w="425" w:type="dxa"/>
            <w:tcBorders>
              <w:right w:val="nil"/>
            </w:tcBorders>
          </w:tcPr>
          <w:p w14:paraId="793DD888" w14:textId="77777777" w:rsidR="00C766C9" w:rsidRPr="00C766C9" w:rsidRDefault="00C766C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766C9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4A8CFF1" w14:textId="77777777" w:rsidR="00C766C9" w:rsidRPr="00C766C9" w:rsidRDefault="00C766C9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C766C9">
              <w:rPr>
                <w:rFonts w:ascii="Century Gothic" w:hAnsi="Century Gothic" w:cs="Tahom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63040" behindDoc="1" locked="0" layoutInCell="1" allowOverlap="1" wp14:anchorId="270F4BC6" wp14:editId="10DAC599">
                      <wp:simplePos x="0" y="0"/>
                      <wp:positionH relativeFrom="column">
                        <wp:posOffset>1934453</wp:posOffset>
                      </wp:positionH>
                      <wp:positionV relativeFrom="paragraph">
                        <wp:posOffset>36492</wp:posOffset>
                      </wp:positionV>
                      <wp:extent cx="851025" cy="733642"/>
                      <wp:effectExtent l="12700" t="12700" r="12700" b="28575"/>
                      <wp:wrapTight wrapText="bothSides">
                        <wp:wrapPolygon edited="0">
                          <wp:start x="9672" y="-374"/>
                          <wp:lineTo x="-322" y="18701"/>
                          <wp:lineTo x="-322" y="22068"/>
                          <wp:lineTo x="21600" y="22068"/>
                          <wp:lineTo x="21600" y="20571"/>
                          <wp:lineTo x="20633" y="17579"/>
                          <wp:lineTo x="11606" y="-374"/>
                          <wp:lineTo x="9672" y="-374"/>
                        </wp:wrapPolygon>
                      </wp:wrapTight>
                      <wp:docPr id="164" name="Group 1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1025" cy="733642"/>
                                <a:chOff x="0" y="0"/>
                                <a:chExt cx="851025" cy="733642"/>
                              </a:xfrm>
                            </wpg:grpSpPr>
                            <wpg:grpSp>
                              <wpg:cNvPr id="165" name="Group 165"/>
                              <wpg:cNvGrpSpPr/>
                              <wpg:grpSpPr>
                                <a:xfrm>
                                  <a:off x="0" y="0"/>
                                  <a:ext cx="851025" cy="733642"/>
                                  <a:chOff x="0" y="0"/>
                                  <a:chExt cx="851025" cy="733642"/>
                                </a:xfrm>
                              </wpg:grpSpPr>
                              <wps:wsp>
                                <wps:cNvPr id="166" name="Triangle 166"/>
                                <wps:cNvSpPr/>
                                <wps:spPr>
                                  <a:xfrm>
                                    <a:off x="0" y="0"/>
                                    <a:ext cx="851025" cy="733642"/>
                                  </a:xfrm>
                                  <a:prstGeom prst="triangle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7" name="Straight Connector 167"/>
                                <wps:cNvCnPr/>
                                <wps:spPr>
                                  <a:xfrm>
                                    <a:off x="217283" y="362138"/>
                                    <a:ext cx="416459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8" name="Straight Connector 168"/>
                                <wps:cNvCnPr/>
                                <wps:spPr>
                                  <a:xfrm>
                                    <a:off x="416459" y="362138"/>
                                    <a:ext cx="0" cy="37128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69" name="Text Box 169"/>
                              <wps:cNvSpPr txBox="1"/>
                              <wps:spPr>
                                <a:xfrm>
                                  <a:off x="104995" y="358492"/>
                                  <a:ext cx="307757" cy="3440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D20D40A" w14:textId="77777777" w:rsidR="00C766C9" w:rsidRPr="00A9257B" w:rsidRDefault="00C766C9" w:rsidP="00C766C9">
                                    <w:pPr>
                                      <w:rPr>
                                        <w:sz w:val="40"/>
                                      </w:rPr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70F4BC6" id="Group 164" o:spid="_x0000_s1034" style="position:absolute;margin-left:152.3pt;margin-top:2.85pt;width:67pt;height:57.75pt;z-index:-251453440" coordsize="8510,733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">
                      <v:group id="Group 165" o:spid="_x0000_s1035" style="position:absolute;width:8510;height:7336" coordsize="8510,73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">
                        <v:shape id="Triangle 166" o:spid="_x0000_s1036" type="#_x0000_t5" style="position:absolute;width:8510;height:73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" filled="f" strokecolor="#243f60 [1604]" strokeweight="2pt"/>
                        <v:line id="Straight Connector 167" o:spid="_x0000_s1037" style="position:absolute;visibility:visible;mso-wrap-style:square" from="2172,3621" to="6337,362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" strokecolor="#4579b8 [3044]"/>
                        <v:line id="Straight Connector 168" o:spid="_x0000_s1038" style="position:absolute;visibility:visible;mso-wrap-style:square" from="4164,3621" to="4164,733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" strokecolor="#4579b8 [3044]"/>
                      </v:group>
                      <v:shape id="Text Box 169" o:spid="_x0000_s1039" type="#_x0000_t202" style="position:absolute;left:1049;top:3584;width:3078;height:344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" filled="f" stroked="f" strokeweight=".5pt">
                        <v:textbox>
                          <w:txbxContent>
                            <w:p w14:paraId="7D20D40A" w14:textId="77777777" w:rsidR="00C766C9" w:rsidRPr="00A9257B" w:rsidRDefault="00C766C9" w:rsidP="00C766C9">
                              <w:pPr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Pr="00C766C9">
              <w:rPr>
                <w:rFonts w:ascii="Century Gothic" w:hAnsi="Century Gothic" w:cs="Tahoma"/>
              </w:rPr>
              <w:t>An object has a density of 10g/cm</w:t>
            </w:r>
            <w:r w:rsidRPr="00C766C9">
              <w:rPr>
                <w:rFonts w:ascii="Century Gothic" w:hAnsi="Century Gothic" w:cs="Tahoma"/>
                <w:vertAlign w:val="superscript"/>
              </w:rPr>
              <w:t>3</w:t>
            </w:r>
            <w:r w:rsidRPr="00C766C9">
              <w:rPr>
                <w:rFonts w:ascii="Century Gothic" w:hAnsi="Century Gothic" w:cs="Tahoma"/>
              </w:rPr>
              <w:t xml:space="preserve"> and a volume of 15cm</w:t>
            </w:r>
            <w:r w:rsidRPr="00C766C9">
              <w:rPr>
                <w:rFonts w:ascii="Century Gothic" w:hAnsi="Century Gothic" w:cs="Tahoma"/>
                <w:vertAlign w:val="superscript"/>
              </w:rPr>
              <w:t>3</w:t>
            </w:r>
            <w:r w:rsidRPr="00C766C9">
              <w:rPr>
                <w:rFonts w:ascii="Century Gothic" w:hAnsi="Century Gothic" w:cs="Tahoma"/>
              </w:rPr>
              <w:t>.  What is its mass?</w:t>
            </w:r>
          </w:p>
        </w:tc>
      </w:tr>
      <w:tr w:rsidR="00C766C9" w:rsidRPr="00B90872" w14:paraId="6179170A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CFDF834" w14:textId="77777777" w:rsidR="00C766C9" w:rsidRPr="00B90872" w:rsidRDefault="00C766C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4627C56C" w14:textId="77777777" w:rsidR="00C766C9" w:rsidRPr="00C766C9" w:rsidRDefault="00C766C9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C766C9">
              <w:rPr>
                <w:rFonts w:ascii="Century Gothic" w:hAnsi="Century Gothic" w:cs="Tahoma"/>
              </w:rPr>
              <w:t xml:space="preserve">The probability of a girl being selecting is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3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10</m:t>
                  </m:r>
                </m:den>
              </m:f>
              <m:r>
                <w:rPr>
                  <w:rFonts w:ascii="Cambria Math" w:hAnsi="Cambria Math" w:cs="Tahoma"/>
                </w:rPr>
                <m:t xml:space="preserve">. </m:t>
              </m:r>
            </m:oMath>
            <w:r w:rsidRPr="00C766C9">
              <w:rPr>
                <w:rFonts w:ascii="Century Gothic" w:eastAsiaTheme="minorEastAsia" w:hAnsi="Century Gothic" w:cs="Tahoma"/>
              </w:rPr>
              <w:t>What is the probability of a boy being selected?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7ECD949A" w14:textId="77777777" w:rsidR="00C766C9" w:rsidRPr="00C766C9" w:rsidRDefault="00C766C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766C9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2FCAC604" w14:textId="77777777" w:rsidR="00C766C9" w:rsidRPr="00C766C9" w:rsidRDefault="00C766C9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C766C9">
              <w:rPr>
                <w:rFonts w:ascii="Century Gothic" w:hAnsi="Century Gothic" w:cs="Tahoma"/>
                <w:noProof/>
                <w:lang w:eastAsia="en-GB"/>
              </w:rPr>
              <w:t>Work out the missing angle.</w:t>
            </w:r>
          </w:p>
          <w:p w14:paraId="111B5ADA" w14:textId="77777777" w:rsidR="00C766C9" w:rsidRPr="00C766C9" w:rsidRDefault="00C766C9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C766C9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33DB29D1" wp14:editId="79CA7C32">
                  <wp:extent cx="915724" cy="1104615"/>
                  <wp:effectExtent l="0" t="0" r="0" b="635"/>
                  <wp:docPr id="177" name="Pictur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884" cy="1107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6C9" w:rsidRPr="00B90872" w14:paraId="2C09D694" w14:textId="77777777" w:rsidTr="00EA5960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7D75BD29" w14:textId="77777777" w:rsidR="00C766C9" w:rsidRPr="00B90872" w:rsidRDefault="00C766C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28E6C8A1" w14:textId="77777777" w:rsidR="00C766C9" w:rsidRPr="00C766C9" w:rsidRDefault="00C766C9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C766C9">
              <w:rPr>
                <w:rFonts w:ascii="Century Gothic" w:eastAsiaTheme="minorEastAsia" w:hAnsi="Century Gothic" w:cs="Tahoma"/>
                <w:noProof/>
              </w:rPr>
              <w:t>Measure the bearing of B from A</w:t>
            </w:r>
            <w:r w:rsidRPr="00C766C9">
              <w:rPr>
                <w:rFonts w:ascii="Century Gothic" w:hAnsi="Century Gothic" w:cs="Tahoma"/>
              </w:rPr>
              <w:t xml:space="preserve"> </w:t>
            </w:r>
          </w:p>
          <w:p w14:paraId="38AB9058" w14:textId="77777777" w:rsidR="00C766C9" w:rsidRPr="00C766C9" w:rsidRDefault="00C766C9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p w14:paraId="28CD613A" w14:textId="77777777" w:rsidR="00C766C9" w:rsidRPr="00C766C9" w:rsidRDefault="00C766C9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6A17BF11" w14:textId="77777777" w:rsidR="00C766C9" w:rsidRPr="00C766C9" w:rsidRDefault="00C766C9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C766C9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22D36DAE" wp14:editId="242377AA">
                      <wp:simplePos x="0" y="0"/>
                      <wp:positionH relativeFrom="column">
                        <wp:posOffset>294005</wp:posOffset>
                      </wp:positionH>
                      <wp:positionV relativeFrom="paragraph">
                        <wp:posOffset>516890</wp:posOffset>
                      </wp:positionV>
                      <wp:extent cx="0" cy="746125"/>
                      <wp:effectExtent l="95250" t="38100" r="57150" b="15875"/>
                      <wp:wrapNone/>
                      <wp:docPr id="170" name="Straight Arrow Connector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746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01590D" id="Straight Arrow Connector 170" o:spid="_x0000_s1026" type="#_x0000_t32" style="position:absolute;margin-left:23.15pt;margin-top:40.7pt;width:0;height:58.75pt;flip:y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" strokecolor="#4579b8 [3044]">
                      <v:stroke endarrow="open"/>
                    </v:shape>
                  </w:pict>
                </mc:Fallback>
              </mc:AlternateContent>
            </w:r>
            <w:r w:rsidRPr="00C766C9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7FB28B39" wp14:editId="7F93FB12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1199515</wp:posOffset>
                      </wp:positionV>
                      <wp:extent cx="46990" cy="46990"/>
                      <wp:effectExtent l="12700" t="12700" r="16510" b="16510"/>
                      <wp:wrapNone/>
                      <wp:docPr id="171" name="Oval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0" cy="469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895356C" id="Oval 171" o:spid="_x0000_s1026" style="position:absolute;margin-left:21.6pt;margin-top:94.45pt;width:3.7pt;height:3.7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" fillcolor="#4f81bd [3204]" strokecolor="#243f60 [1604]" strokeweight="2pt"/>
                  </w:pict>
                </mc:Fallback>
              </mc:AlternateContent>
            </w:r>
            <w:r w:rsidRPr="00C766C9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6B13DAFF" wp14:editId="73C55368">
                      <wp:simplePos x="0" y="0"/>
                      <wp:positionH relativeFrom="column">
                        <wp:posOffset>149211</wp:posOffset>
                      </wp:positionH>
                      <wp:positionV relativeFrom="paragraph">
                        <wp:posOffset>1201677</wp:posOffset>
                      </wp:positionV>
                      <wp:extent cx="483870" cy="498475"/>
                      <wp:effectExtent l="0" t="0" r="0" b="0"/>
                      <wp:wrapNone/>
                      <wp:docPr id="172" name="Text Box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3870" cy="498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737F0A" w14:textId="77777777" w:rsidR="00C766C9" w:rsidRDefault="00C766C9" w:rsidP="00C766C9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13DAFF" id="Text Box 172" o:spid="_x0000_s1040" type="#_x0000_t202" style="position:absolute;margin-left:11.75pt;margin-top:94.6pt;width:38.1pt;height:39.25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" filled="f" stroked="f" strokeweight=".5pt">
                      <v:textbox>
                        <w:txbxContent>
                          <w:p w14:paraId="6F737F0A" w14:textId="77777777" w:rsidR="00C766C9" w:rsidRDefault="00C766C9" w:rsidP="00C766C9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766C9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741DB6D6" wp14:editId="32FC2BE6">
                      <wp:simplePos x="0" y="0"/>
                      <wp:positionH relativeFrom="column">
                        <wp:posOffset>1851025</wp:posOffset>
                      </wp:positionH>
                      <wp:positionV relativeFrom="paragraph">
                        <wp:posOffset>146685</wp:posOffset>
                      </wp:positionV>
                      <wp:extent cx="46990" cy="46990"/>
                      <wp:effectExtent l="12700" t="12700" r="16510" b="16510"/>
                      <wp:wrapNone/>
                      <wp:docPr id="173" name="Oval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0" cy="469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A4B50E" id="Oval 173" o:spid="_x0000_s1026" style="position:absolute;margin-left:145.75pt;margin-top:11.55pt;width:3.7pt;height:3.7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" fillcolor="#4f81bd [3204]" strokecolor="#243f60 [1604]" strokeweight="2pt"/>
                  </w:pict>
                </mc:Fallback>
              </mc:AlternateContent>
            </w:r>
            <w:r w:rsidRPr="00C766C9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0F2CEFA6" wp14:editId="49F265A8">
                      <wp:simplePos x="0" y="0"/>
                      <wp:positionH relativeFrom="column">
                        <wp:posOffset>1740683</wp:posOffset>
                      </wp:positionH>
                      <wp:positionV relativeFrom="paragraph">
                        <wp:posOffset>124527</wp:posOffset>
                      </wp:positionV>
                      <wp:extent cx="483870" cy="498475"/>
                      <wp:effectExtent l="0" t="0" r="0" b="0"/>
                      <wp:wrapNone/>
                      <wp:docPr id="174" name="Text Box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3870" cy="498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DD82C4" w14:textId="77777777" w:rsidR="00C766C9" w:rsidRDefault="00C766C9" w:rsidP="00C766C9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CEFA6" id="Text Box 174" o:spid="_x0000_s1041" type="#_x0000_t202" style="position:absolute;margin-left:137.05pt;margin-top:9.8pt;width:38.1pt;height:39.2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" filled="f" stroked="f" strokeweight=".5pt">
                      <v:textbox>
                        <w:txbxContent>
                          <w:p w14:paraId="3CDD82C4" w14:textId="77777777" w:rsidR="00C766C9" w:rsidRDefault="00C766C9" w:rsidP="00C766C9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766C9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856896" behindDoc="0" locked="0" layoutInCell="1" allowOverlap="1" wp14:anchorId="7332BA44" wp14:editId="7C20B38B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178" name="Picture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23D91C0" w14:textId="6C359BB7" w:rsidR="005A5B01" w:rsidRDefault="005A5B01" w:rsidP="008F2C96">
      <w:pPr>
        <w:spacing w:after="120"/>
        <w:ind w:firstLine="720"/>
        <w:rPr>
          <w:rFonts w:ascii="Kristen ITC" w:hAnsi="Kristen ITC"/>
          <w:b/>
        </w:rPr>
      </w:pPr>
    </w:p>
    <w:sectPr w:rsidR="005A5B01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22170"/>
    <w:rsid w:val="00031E8C"/>
    <w:rsid w:val="00037A50"/>
    <w:rsid w:val="00072244"/>
    <w:rsid w:val="00076495"/>
    <w:rsid w:val="000826B9"/>
    <w:rsid w:val="00083325"/>
    <w:rsid w:val="000A43CA"/>
    <w:rsid w:val="000A63AF"/>
    <w:rsid w:val="000A7C28"/>
    <w:rsid w:val="000B2B5E"/>
    <w:rsid w:val="000B420F"/>
    <w:rsid w:val="000B4287"/>
    <w:rsid w:val="000B5390"/>
    <w:rsid w:val="000C29BE"/>
    <w:rsid w:val="000C4C58"/>
    <w:rsid w:val="000D754C"/>
    <w:rsid w:val="000E18AB"/>
    <w:rsid w:val="000F5E7A"/>
    <w:rsid w:val="000F6BFE"/>
    <w:rsid w:val="0010697E"/>
    <w:rsid w:val="001274D6"/>
    <w:rsid w:val="001279F5"/>
    <w:rsid w:val="00130352"/>
    <w:rsid w:val="00143BE1"/>
    <w:rsid w:val="00150843"/>
    <w:rsid w:val="001548A4"/>
    <w:rsid w:val="001826A9"/>
    <w:rsid w:val="00186A03"/>
    <w:rsid w:val="00187009"/>
    <w:rsid w:val="00190C0B"/>
    <w:rsid w:val="00194026"/>
    <w:rsid w:val="001A1D1C"/>
    <w:rsid w:val="001A6603"/>
    <w:rsid w:val="001A68F7"/>
    <w:rsid w:val="001D484E"/>
    <w:rsid w:val="001E23CA"/>
    <w:rsid w:val="001E511C"/>
    <w:rsid w:val="001F4226"/>
    <w:rsid w:val="0020304D"/>
    <w:rsid w:val="00213253"/>
    <w:rsid w:val="00213C21"/>
    <w:rsid w:val="00214677"/>
    <w:rsid w:val="0027205A"/>
    <w:rsid w:val="002774AB"/>
    <w:rsid w:val="00285B36"/>
    <w:rsid w:val="00292BBA"/>
    <w:rsid w:val="00293A17"/>
    <w:rsid w:val="00293BEA"/>
    <w:rsid w:val="00296DE9"/>
    <w:rsid w:val="002B177C"/>
    <w:rsid w:val="002B63A6"/>
    <w:rsid w:val="002C69D4"/>
    <w:rsid w:val="002D1978"/>
    <w:rsid w:val="002D25E6"/>
    <w:rsid w:val="002D4D8B"/>
    <w:rsid w:val="002D5D86"/>
    <w:rsid w:val="002E3F24"/>
    <w:rsid w:val="00304404"/>
    <w:rsid w:val="00313ADB"/>
    <w:rsid w:val="0031452F"/>
    <w:rsid w:val="003201EB"/>
    <w:rsid w:val="00325E6D"/>
    <w:rsid w:val="00327C60"/>
    <w:rsid w:val="00333535"/>
    <w:rsid w:val="00335F11"/>
    <w:rsid w:val="003376C1"/>
    <w:rsid w:val="00347394"/>
    <w:rsid w:val="00355931"/>
    <w:rsid w:val="003746A9"/>
    <w:rsid w:val="0037571F"/>
    <w:rsid w:val="003D2767"/>
    <w:rsid w:val="003D792A"/>
    <w:rsid w:val="003E68F7"/>
    <w:rsid w:val="003F51D8"/>
    <w:rsid w:val="004015EA"/>
    <w:rsid w:val="0040790B"/>
    <w:rsid w:val="0041226A"/>
    <w:rsid w:val="00412CDE"/>
    <w:rsid w:val="00436C34"/>
    <w:rsid w:val="00437093"/>
    <w:rsid w:val="00450FDD"/>
    <w:rsid w:val="00461E42"/>
    <w:rsid w:val="0049275B"/>
    <w:rsid w:val="004A46A3"/>
    <w:rsid w:val="004B4B58"/>
    <w:rsid w:val="004B626C"/>
    <w:rsid w:val="004B64DA"/>
    <w:rsid w:val="004C1FAF"/>
    <w:rsid w:val="004C7AB3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0556"/>
    <w:rsid w:val="005571E9"/>
    <w:rsid w:val="00561D0D"/>
    <w:rsid w:val="00575446"/>
    <w:rsid w:val="00580957"/>
    <w:rsid w:val="00595258"/>
    <w:rsid w:val="005A5B01"/>
    <w:rsid w:val="005C147F"/>
    <w:rsid w:val="005C5905"/>
    <w:rsid w:val="005D29ED"/>
    <w:rsid w:val="005D4827"/>
    <w:rsid w:val="005E1266"/>
    <w:rsid w:val="005E1C34"/>
    <w:rsid w:val="005E467E"/>
    <w:rsid w:val="005E469A"/>
    <w:rsid w:val="006011C8"/>
    <w:rsid w:val="00601A47"/>
    <w:rsid w:val="00603453"/>
    <w:rsid w:val="00615611"/>
    <w:rsid w:val="00633A9B"/>
    <w:rsid w:val="0064471D"/>
    <w:rsid w:val="006526CC"/>
    <w:rsid w:val="00652D59"/>
    <w:rsid w:val="00662FA2"/>
    <w:rsid w:val="00666176"/>
    <w:rsid w:val="00674C3D"/>
    <w:rsid w:val="006866A3"/>
    <w:rsid w:val="00687920"/>
    <w:rsid w:val="006C37A5"/>
    <w:rsid w:val="006C37E5"/>
    <w:rsid w:val="006C5C00"/>
    <w:rsid w:val="006D1E8E"/>
    <w:rsid w:val="006E5C4D"/>
    <w:rsid w:val="006F185A"/>
    <w:rsid w:val="006F6168"/>
    <w:rsid w:val="0070395D"/>
    <w:rsid w:val="00705472"/>
    <w:rsid w:val="00712C99"/>
    <w:rsid w:val="00714102"/>
    <w:rsid w:val="00727B2C"/>
    <w:rsid w:val="00751081"/>
    <w:rsid w:val="0075325F"/>
    <w:rsid w:val="00766A10"/>
    <w:rsid w:val="00767383"/>
    <w:rsid w:val="00787CB3"/>
    <w:rsid w:val="007A1E0D"/>
    <w:rsid w:val="007A2150"/>
    <w:rsid w:val="007B4226"/>
    <w:rsid w:val="007D5D58"/>
    <w:rsid w:val="007E2C1A"/>
    <w:rsid w:val="007E5BFC"/>
    <w:rsid w:val="007F06CD"/>
    <w:rsid w:val="007F69F9"/>
    <w:rsid w:val="00812A7E"/>
    <w:rsid w:val="00831D41"/>
    <w:rsid w:val="00832F06"/>
    <w:rsid w:val="00840927"/>
    <w:rsid w:val="00847CB4"/>
    <w:rsid w:val="00857220"/>
    <w:rsid w:val="008612B7"/>
    <w:rsid w:val="00865FF3"/>
    <w:rsid w:val="0087251A"/>
    <w:rsid w:val="00876A8E"/>
    <w:rsid w:val="0088018E"/>
    <w:rsid w:val="0088307B"/>
    <w:rsid w:val="00884433"/>
    <w:rsid w:val="008B0A17"/>
    <w:rsid w:val="008B0E29"/>
    <w:rsid w:val="008B5103"/>
    <w:rsid w:val="008D5C13"/>
    <w:rsid w:val="008D6CFB"/>
    <w:rsid w:val="008D76D7"/>
    <w:rsid w:val="008E29DA"/>
    <w:rsid w:val="008E5245"/>
    <w:rsid w:val="008F2C96"/>
    <w:rsid w:val="0090117B"/>
    <w:rsid w:val="00901228"/>
    <w:rsid w:val="009118B1"/>
    <w:rsid w:val="0094070B"/>
    <w:rsid w:val="0095325A"/>
    <w:rsid w:val="00955F4B"/>
    <w:rsid w:val="00961ED5"/>
    <w:rsid w:val="00971AEF"/>
    <w:rsid w:val="0098373C"/>
    <w:rsid w:val="0099142F"/>
    <w:rsid w:val="00993CDB"/>
    <w:rsid w:val="00995392"/>
    <w:rsid w:val="00995FC3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5957"/>
    <w:rsid w:val="009D6BD1"/>
    <w:rsid w:val="009D6D4A"/>
    <w:rsid w:val="009E3710"/>
    <w:rsid w:val="00A06D07"/>
    <w:rsid w:val="00A13034"/>
    <w:rsid w:val="00A15BBF"/>
    <w:rsid w:val="00A458C3"/>
    <w:rsid w:val="00A7076D"/>
    <w:rsid w:val="00A72B2C"/>
    <w:rsid w:val="00A74586"/>
    <w:rsid w:val="00A81955"/>
    <w:rsid w:val="00AB4423"/>
    <w:rsid w:val="00AB54E4"/>
    <w:rsid w:val="00AD04E8"/>
    <w:rsid w:val="00AD1307"/>
    <w:rsid w:val="00AD3264"/>
    <w:rsid w:val="00AD3C1A"/>
    <w:rsid w:val="00AD4D3A"/>
    <w:rsid w:val="00AE4D2A"/>
    <w:rsid w:val="00B07CF2"/>
    <w:rsid w:val="00B109EA"/>
    <w:rsid w:val="00B4333B"/>
    <w:rsid w:val="00B5418F"/>
    <w:rsid w:val="00B658D1"/>
    <w:rsid w:val="00B72752"/>
    <w:rsid w:val="00B75EAD"/>
    <w:rsid w:val="00B8569F"/>
    <w:rsid w:val="00B90872"/>
    <w:rsid w:val="00B94DA2"/>
    <w:rsid w:val="00B96458"/>
    <w:rsid w:val="00BA1603"/>
    <w:rsid w:val="00BA2BBF"/>
    <w:rsid w:val="00BA7CD3"/>
    <w:rsid w:val="00BB35EA"/>
    <w:rsid w:val="00BD3C7E"/>
    <w:rsid w:val="00BE22E8"/>
    <w:rsid w:val="00BE5BB3"/>
    <w:rsid w:val="00BE7AC9"/>
    <w:rsid w:val="00BF0AC1"/>
    <w:rsid w:val="00BF358F"/>
    <w:rsid w:val="00BF76DE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60271"/>
    <w:rsid w:val="00C766C9"/>
    <w:rsid w:val="00C77447"/>
    <w:rsid w:val="00C9225A"/>
    <w:rsid w:val="00C947B8"/>
    <w:rsid w:val="00CA332A"/>
    <w:rsid w:val="00CA75E9"/>
    <w:rsid w:val="00CF24C6"/>
    <w:rsid w:val="00D017AE"/>
    <w:rsid w:val="00D06317"/>
    <w:rsid w:val="00D142ED"/>
    <w:rsid w:val="00D14B22"/>
    <w:rsid w:val="00D239A9"/>
    <w:rsid w:val="00D24655"/>
    <w:rsid w:val="00D26238"/>
    <w:rsid w:val="00D278F3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225A1"/>
    <w:rsid w:val="00E27ACC"/>
    <w:rsid w:val="00E30CD6"/>
    <w:rsid w:val="00E33C5E"/>
    <w:rsid w:val="00E3559C"/>
    <w:rsid w:val="00E7749A"/>
    <w:rsid w:val="00E86CC7"/>
    <w:rsid w:val="00E907F4"/>
    <w:rsid w:val="00E95687"/>
    <w:rsid w:val="00E9577D"/>
    <w:rsid w:val="00E96E36"/>
    <w:rsid w:val="00EB1911"/>
    <w:rsid w:val="00EB65D1"/>
    <w:rsid w:val="00EC0572"/>
    <w:rsid w:val="00EC4CCA"/>
    <w:rsid w:val="00ED3DAA"/>
    <w:rsid w:val="00EF692F"/>
    <w:rsid w:val="00F11D9B"/>
    <w:rsid w:val="00F21F8D"/>
    <w:rsid w:val="00F303CE"/>
    <w:rsid w:val="00F3678B"/>
    <w:rsid w:val="00F52111"/>
    <w:rsid w:val="00F54E80"/>
    <w:rsid w:val="00F6389A"/>
    <w:rsid w:val="00F67891"/>
    <w:rsid w:val="00F75B57"/>
    <w:rsid w:val="00F80B7D"/>
    <w:rsid w:val="00F8416B"/>
    <w:rsid w:val="00FA673D"/>
    <w:rsid w:val="00FB0E81"/>
    <w:rsid w:val="00FB3CD8"/>
    <w:rsid w:val="00FC33D1"/>
    <w:rsid w:val="00FC470D"/>
    <w:rsid w:val="00FD01D3"/>
    <w:rsid w:val="00FD1CA4"/>
    <w:rsid w:val="00FD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dcterms:created xsi:type="dcterms:W3CDTF">2019-05-30T18:36:00Z</dcterms:created>
  <dcterms:modified xsi:type="dcterms:W3CDTF">2019-05-30T18:38:00Z</dcterms:modified>
</cp:coreProperties>
</file>